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2BB42DCB" w:rsidR="00071526" w:rsidRPr="00071526" w:rsidRDefault="00071526" w:rsidP="00071526"/>
    <w:p w14:paraId="415A3E38" w14:textId="0184D21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6810B139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D6B03" wp14:editId="0F5A71FB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12A41C9F" w:rsidR="00071526" w:rsidRPr="004B4EC8" w:rsidRDefault="00297514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297514">
                              <w:rPr>
                                <w:rFonts w:ascii="Arial" w:hAnsi="Arial" w:cs="Arial"/>
                                <w:i/>
                                <w:iCs/>
                                <w:sz w:val="48"/>
                                <w:szCs w:val="48"/>
                              </w:rPr>
                              <w:t>Input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ou </w:t>
                            </w:r>
                            <w:r w:rsidRPr="00297514">
                              <w:rPr>
                                <w:rFonts w:ascii="Arial" w:hAnsi="Arial" w:cs="Arial"/>
                                <w:i/>
                                <w:iCs/>
                                <w:sz w:val="48"/>
                                <w:szCs w:val="48"/>
                              </w:rPr>
                              <w:t>Output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12A41C9F" w:rsidR="00071526" w:rsidRPr="004B4EC8" w:rsidRDefault="00297514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297514">
                        <w:rPr>
                          <w:rFonts w:ascii="Arial" w:hAnsi="Arial" w:cs="Arial"/>
                          <w:i/>
                          <w:iCs/>
                          <w:sz w:val="48"/>
                          <w:szCs w:val="48"/>
                        </w:rPr>
                        <w:t>Input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ou </w:t>
                      </w:r>
                      <w:r w:rsidRPr="00297514">
                        <w:rPr>
                          <w:rFonts w:ascii="Arial" w:hAnsi="Arial" w:cs="Arial"/>
                          <w:i/>
                          <w:iCs/>
                          <w:sz w:val="48"/>
                          <w:szCs w:val="48"/>
                        </w:rPr>
                        <w:t>Output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CF3A6" wp14:editId="1BD3756A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5917B734" w14:textId="3946C976" w:rsidR="009058B4" w:rsidRDefault="00901861" w:rsidP="0029751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C2B29">
        <w:rPr>
          <w:rFonts w:ascii="Arial" w:hAnsi="Arial" w:cs="Arial"/>
        </w:rPr>
        <w:t>.</w:t>
      </w:r>
      <w:r w:rsidR="009E6F80">
        <w:rPr>
          <w:rFonts w:ascii="Arial" w:hAnsi="Arial" w:cs="Arial"/>
        </w:rPr>
        <w:t xml:space="preserve"> </w:t>
      </w:r>
      <w:r w:rsidR="00360670">
        <w:rPr>
          <w:rFonts w:ascii="Arial" w:hAnsi="Arial" w:cs="Arial"/>
        </w:rPr>
        <w:t xml:space="preserve">Observa as imagens e assinala com o X os </w:t>
      </w:r>
      <w:r w:rsidR="00360670" w:rsidRPr="00360670">
        <w:rPr>
          <w:rFonts w:ascii="Arial" w:hAnsi="Arial" w:cs="Arial"/>
          <w:i/>
          <w:iCs/>
        </w:rPr>
        <w:t>Inputs</w:t>
      </w:r>
      <w:r w:rsidR="00360670">
        <w:rPr>
          <w:rFonts w:ascii="Arial" w:hAnsi="Arial" w:cs="Arial"/>
        </w:rPr>
        <w:t xml:space="preserve"> e os </w:t>
      </w:r>
      <w:r w:rsidR="00360670" w:rsidRPr="00360670">
        <w:rPr>
          <w:rFonts w:ascii="Arial" w:hAnsi="Arial" w:cs="Arial"/>
          <w:i/>
          <w:iCs/>
        </w:rPr>
        <w:t>Outputs</w:t>
      </w:r>
      <w:r w:rsidR="00360670">
        <w:rPr>
          <w:rFonts w:ascii="Arial" w:hAnsi="Arial" w:cs="Arial"/>
        </w:rPr>
        <w:t>.</w:t>
      </w:r>
    </w:p>
    <w:p w14:paraId="1F4CEDF3" w14:textId="77777777" w:rsidR="00297514" w:rsidRDefault="00297514" w:rsidP="00297514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pPr w:leftFromText="141" w:rightFromText="141" w:vertAnchor="page" w:horzAnchor="page" w:tblpX="659" w:tblpY="4206"/>
        <w:tblW w:w="10628" w:type="dxa"/>
        <w:tblLook w:val="04A0" w:firstRow="1" w:lastRow="0" w:firstColumn="1" w:lastColumn="0" w:noHBand="0" w:noVBand="1"/>
      </w:tblPr>
      <w:tblGrid>
        <w:gridCol w:w="2872"/>
        <w:gridCol w:w="3649"/>
        <w:gridCol w:w="2126"/>
        <w:gridCol w:w="1981"/>
      </w:tblGrid>
      <w:tr w:rsidR="009E6F80" w14:paraId="1152DF1E" w14:textId="477B7E00" w:rsidTr="009E6F80">
        <w:trPr>
          <w:trHeight w:val="916"/>
        </w:trPr>
        <w:tc>
          <w:tcPr>
            <w:tcW w:w="6521" w:type="dxa"/>
            <w:gridSpan w:val="2"/>
            <w:tcBorders>
              <w:top w:val="nil"/>
              <w:left w:val="nil"/>
            </w:tcBorders>
          </w:tcPr>
          <w:p w14:paraId="360B59E0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C83A4B7" w14:textId="692FF2BC" w:rsidR="009E6F80" w:rsidRDefault="009E6F80" w:rsidP="00705C8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Input</w:t>
            </w:r>
          </w:p>
        </w:tc>
        <w:tc>
          <w:tcPr>
            <w:tcW w:w="1981" w:type="dxa"/>
            <w:vAlign w:val="center"/>
          </w:tcPr>
          <w:p w14:paraId="679DA6CE" w14:textId="63C6910B" w:rsidR="009E6F80" w:rsidRDefault="009E6F80" w:rsidP="00705C8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Output</w:t>
            </w:r>
          </w:p>
        </w:tc>
      </w:tr>
      <w:tr w:rsidR="009E6F80" w14:paraId="6991B176" w14:textId="7153229A" w:rsidTr="009E6F80">
        <w:trPr>
          <w:trHeight w:val="1418"/>
        </w:trPr>
        <w:tc>
          <w:tcPr>
            <w:tcW w:w="2872" w:type="dxa"/>
            <w:vAlign w:val="center"/>
          </w:tcPr>
          <w:p w14:paraId="33464543" w14:textId="5130BF19" w:rsidR="009E6F80" w:rsidRDefault="009E6F80" w:rsidP="0029751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Rato</w:t>
            </w:r>
          </w:p>
        </w:tc>
        <w:tc>
          <w:tcPr>
            <w:tcW w:w="3649" w:type="dxa"/>
          </w:tcPr>
          <w:p w14:paraId="29DBDA22" w14:textId="202763DF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3149B8AF" wp14:editId="59504A26">
                  <wp:simplePos x="0" y="0"/>
                  <wp:positionH relativeFrom="column">
                    <wp:posOffset>582930</wp:posOffset>
                  </wp:positionH>
                  <wp:positionV relativeFrom="paragraph">
                    <wp:posOffset>2827655</wp:posOffset>
                  </wp:positionV>
                  <wp:extent cx="1106805" cy="587375"/>
                  <wp:effectExtent l="0" t="0" r="0" b="0"/>
                  <wp:wrapNone/>
                  <wp:docPr id="25" name="Imagem 25" descr="Download Poseidon Gaming Keyboard Mechanical HQ PNG Imag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m 25" descr="Download Poseidon Gaming Keyboard Mechanical HQ PNG Image ...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58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4D353CB1" wp14:editId="761798CD">
                  <wp:simplePos x="0" y="0"/>
                  <wp:positionH relativeFrom="column">
                    <wp:posOffset>868680</wp:posOffset>
                  </wp:positionH>
                  <wp:positionV relativeFrom="paragraph">
                    <wp:posOffset>1029970</wp:posOffset>
                  </wp:positionV>
                  <wp:extent cx="533400" cy="533400"/>
                  <wp:effectExtent l="0" t="0" r="0" b="0"/>
                  <wp:wrapNone/>
                  <wp:docPr id="7" name="Imagem 7" descr="Photorealistic scanner and printer machine vector drawing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m 7" descr="Photorealistic scanner and printer machine vector drawing ..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2576" behindDoc="0" locked="0" layoutInCell="1" allowOverlap="1" wp14:anchorId="6ED4F21F" wp14:editId="70DA5429">
                  <wp:simplePos x="0" y="0"/>
                  <wp:positionH relativeFrom="column">
                    <wp:posOffset>623418</wp:posOffset>
                  </wp:positionH>
                  <wp:positionV relativeFrom="paragraph">
                    <wp:posOffset>209550</wp:posOffset>
                  </wp:positionV>
                  <wp:extent cx="1024389" cy="512064"/>
                  <wp:effectExtent l="0" t="0" r="4445" b="0"/>
                  <wp:wrapNone/>
                  <wp:docPr id="5" name="Imagem 5" descr="La Souris D'Ordinateur · Images vectorielles gratuite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m 5" descr="La Souris D'Ordinateur · Images vectorielles gratuites ..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389" cy="512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724C0611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14:paraId="1D6374E5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E6F80" w14:paraId="722661FA" w14:textId="15B54A24" w:rsidTr="009E6F80">
        <w:trPr>
          <w:trHeight w:val="1418"/>
        </w:trPr>
        <w:tc>
          <w:tcPr>
            <w:tcW w:w="2872" w:type="dxa"/>
            <w:vAlign w:val="center"/>
          </w:tcPr>
          <w:p w14:paraId="1551DC4E" w14:textId="779551F2" w:rsidR="009E6F80" w:rsidRDefault="009E6F80" w:rsidP="0029751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Impressora</w:t>
            </w:r>
          </w:p>
        </w:tc>
        <w:tc>
          <w:tcPr>
            <w:tcW w:w="3649" w:type="dxa"/>
          </w:tcPr>
          <w:p w14:paraId="007D470D" w14:textId="570F1D66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11B5F5D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14:paraId="66E9F30F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E6F80" w14:paraId="7818F082" w14:textId="0A8B0FD3" w:rsidTr="009E6F80">
        <w:trPr>
          <w:trHeight w:val="1418"/>
        </w:trPr>
        <w:tc>
          <w:tcPr>
            <w:tcW w:w="2872" w:type="dxa"/>
            <w:vAlign w:val="center"/>
          </w:tcPr>
          <w:p w14:paraId="4589AE67" w14:textId="041E24B7" w:rsidR="009E6F80" w:rsidRDefault="009E6F80" w:rsidP="0029751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Auscultadores</w:t>
            </w:r>
          </w:p>
        </w:tc>
        <w:tc>
          <w:tcPr>
            <w:tcW w:w="3649" w:type="dxa"/>
          </w:tcPr>
          <w:p w14:paraId="4DF4858D" w14:textId="773C56A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6672" behindDoc="0" locked="0" layoutInCell="1" allowOverlap="1" wp14:anchorId="4163BC14" wp14:editId="766DCE4A">
                  <wp:simplePos x="0" y="0"/>
                  <wp:positionH relativeFrom="column">
                    <wp:posOffset>756781</wp:posOffset>
                  </wp:positionH>
                  <wp:positionV relativeFrom="paragraph">
                    <wp:posOffset>88493</wp:posOffset>
                  </wp:positionV>
                  <wp:extent cx="711200" cy="705485"/>
                  <wp:effectExtent l="25400" t="25400" r="25400" b="31115"/>
                  <wp:wrapNone/>
                  <wp:docPr id="14" name="Imagem 14" descr="Auriculares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m 14" descr="Auriculares 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387682">
                            <a:off x="0" y="0"/>
                            <a:ext cx="711200" cy="705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38B44DC9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14:paraId="13EAD0AC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E6F80" w14:paraId="0835028A" w14:textId="216AF026" w:rsidTr="009E6F80">
        <w:trPr>
          <w:trHeight w:val="1418"/>
        </w:trPr>
        <w:tc>
          <w:tcPr>
            <w:tcW w:w="2872" w:type="dxa"/>
            <w:vAlign w:val="center"/>
          </w:tcPr>
          <w:p w14:paraId="6FCF98EB" w14:textId="3599B4C0" w:rsidR="009E6F80" w:rsidRDefault="009E6F80" w:rsidP="0029751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Teclado</w:t>
            </w:r>
          </w:p>
        </w:tc>
        <w:tc>
          <w:tcPr>
            <w:tcW w:w="3649" w:type="dxa"/>
          </w:tcPr>
          <w:p w14:paraId="0A2A6C94" w14:textId="16A6C52B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8943153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14:paraId="1E8BB042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E6F80" w14:paraId="2EB252BB" w14:textId="233A88DF" w:rsidTr="009E6F80">
        <w:trPr>
          <w:trHeight w:val="1418"/>
        </w:trPr>
        <w:tc>
          <w:tcPr>
            <w:tcW w:w="2872" w:type="dxa"/>
            <w:vAlign w:val="center"/>
          </w:tcPr>
          <w:p w14:paraId="5CFE4C90" w14:textId="2DB4A637" w:rsidR="009E6F80" w:rsidRDefault="009E6F80" w:rsidP="0029751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Colunas</w:t>
            </w:r>
          </w:p>
        </w:tc>
        <w:tc>
          <w:tcPr>
            <w:tcW w:w="3649" w:type="dxa"/>
          </w:tcPr>
          <w:p w14:paraId="22CC26C7" w14:textId="222F24ED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0768" behindDoc="0" locked="0" layoutInCell="1" allowOverlap="1" wp14:anchorId="2F5EF4E2" wp14:editId="62A912BC">
                  <wp:simplePos x="0" y="0"/>
                  <wp:positionH relativeFrom="column">
                    <wp:posOffset>823747</wp:posOffset>
                  </wp:positionH>
                  <wp:positionV relativeFrom="paragraph">
                    <wp:posOffset>108534</wp:posOffset>
                  </wp:positionV>
                  <wp:extent cx="825500" cy="678180"/>
                  <wp:effectExtent l="0" t="0" r="0" b="0"/>
                  <wp:wrapNone/>
                  <wp:docPr id="35" name="Imagem 35" descr="Audio Speakers PNG Transparent Images | PNG 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m 35" descr="Audio Speakers PNG Transparent Images | PNG All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500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0CF85A71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14:paraId="17A1A416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E6F80" w14:paraId="5D39710E" w14:textId="38687EC6" w:rsidTr="009E6F80">
        <w:trPr>
          <w:trHeight w:val="1418"/>
        </w:trPr>
        <w:tc>
          <w:tcPr>
            <w:tcW w:w="2872" w:type="dxa"/>
            <w:vAlign w:val="center"/>
          </w:tcPr>
          <w:p w14:paraId="0A1C93D2" w14:textId="282774F7" w:rsidR="009E6F80" w:rsidRDefault="009E6F80" w:rsidP="0029751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Microfone</w:t>
            </w:r>
          </w:p>
        </w:tc>
        <w:tc>
          <w:tcPr>
            <w:tcW w:w="3649" w:type="dxa"/>
          </w:tcPr>
          <w:p w14:paraId="055FA87F" w14:textId="50ED6442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2816" behindDoc="0" locked="0" layoutInCell="1" allowOverlap="1" wp14:anchorId="5315AA7E" wp14:editId="32A85305">
                  <wp:simplePos x="0" y="0"/>
                  <wp:positionH relativeFrom="column">
                    <wp:posOffset>1044041</wp:posOffset>
                  </wp:positionH>
                  <wp:positionV relativeFrom="paragraph">
                    <wp:posOffset>72847</wp:posOffset>
                  </wp:positionV>
                  <wp:extent cx="294640" cy="692150"/>
                  <wp:effectExtent l="0" t="0" r="0" b="6350"/>
                  <wp:wrapNone/>
                  <wp:docPr id="38" name="Imagem 38" descr="Microphone PNG Transparent Images | PNG 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m 38" descr="Microphone PNG Transparent Images | PNG All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640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41CFD55F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14:paraId="1BD43777" w14:textId="77777777" w:rsidR="009E6F80" w:rsidRDefault="009E6F80" w:rsidP="0029751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29F128C0" w14:textId="7AFD3AB0" w:rsidR="00140432" w:rsidRPr="00EE47B9" w:rsidRDefault="00140432" w:rsidP="00140432">
      <w:pPr>
        <w:spacing w:line="360" w:lineRule="auto"/>
        <w:jc w:val="both"/>
        <w:rPr>
          <w:rFonts w:ascii="Arial" w:hAnsi="Arial" w:cs="Arial"/>
        </w:rPr>
      </w:pPr>
    </w:p>
    <w:sectPr w:rsidR="00140432" w:rsidRPr="00EE47B9" w:rsidSect="002A7740">
      <w:footerReference w:type="default" r:id="rId19"/>
      <w:footerReference w:type="first" r:id="rId20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CAD80" w14:textId="77777777" w:rsidR="00822678" w:rsidRDefault="00822678" w:rsidP="00071526">
      <w:r>
        <w:separator/>
      </w:r>
    </w:p>
  </w:endnote>
  <w:endnote w:type="continuationSeparator" w:id="0">
    <w:p w14:paraId="70A26DCD" w14:textId="77777777" w:rsidR="00822678" w:rsidRDefault="00822678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488F2C02" w:rsidR="00CD1AAC" w:rsidRDefault="008F344A" w:rsidP="00CD1AAC">
    <w:pPr>
      <w:pStyle w:val="Rodap"/>
      <w:pBdr>
        <w:top w:val="single" w:sz="48" w:space="1" w:color="1F628E"/>
      </w:pBdr>
    </w:pPr>
    <w:r>
      <w:t>O agricultor</w:t>
    </w:r>
  </w:p>
  <w:p w14:paraId="4E8AAC98" w14:textId="784866EF" w:rsidR="00CD1AAC" w:rsidRDefault="00402EAE">
    <w:pPr>
      <w:pStyle w:val="Rodap"/>
    </w:pPr>
    <w:r>
      <w:t>1.º/2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3F8417A8" w:rsidR="0035214F" w:rsidRDefault="00297514" w:rsidP="0035214F">
    <w:pPr>
      <w:pStyle w:val="Rodap"/>
      <w:pBdr>
        <w:top w:val="single" w:sz="48" w:space="1" w:color="1F628E"/>
      </w:pBdr>
    </w:pPr>
    <w:r w:rsidRPr="00297514">
      <w:rPr>
        <w:i/>
        <w:iCs/>
      </w:rPr>
      <w:t>Input</w:t>
    </w:r>
    <w:r>
      <w:t xml:space="preserve"> ou </w:t>
    </w:r>
    <w:r w:rsidRPr="00297514">
      <w:rPr>
        <w:i/>
        <w:iCs/>
      </w:rPr>
      <w:t>Output</w:t>
    </w:r>
  </w:p>
  <w:p w14:paraId="7D215F7B" w14:textId="1F4500DB" w:rsidR="0035214F" w:rsidRDefault="0035214F">
    <w:pPr>
      <w:pStyle w:val="Rodap"/>
    </w:pPr>
    <w:r>
      <w:t xml:space="preserve">1.º / 2.º Ano | </w:t>
    </w:r>
    <w:r w:rsidR="00765409" w:rsidRPr="00765409">
      <w:t>Ciências da Computação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CA7C" w14:textId="77777777" w:rsidR="00822678" w:rsidRDefault="00822678" w:rsidP="00071526">
      <w:r>
        <w:separator/>
      </w:r>
    </w:p>
  </w:footnote>
  <w:footnote w:type="continuationSeparator" w:id="0">
    <w:p w14:paraId="44C154A0" w14:textId="77777777" w:rsidR="00822678" w:rsidRDefault="00822678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71526"/>
    <w:rsid w:val="000725A5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D2BF0"/>
    <w:rsid w:val="001F4D9B"/>
    <w:rsid w:val="001F5205"/>
    <w:rsid w:val="002058B1"/>
    <w:rsid w:val="00237EFF"/>
    <w:rsid w:val="002578E6"/>
    <w:rsid w:val="00274B41"/>
    <w:rsid w:val="0029238C"/>
    <w:rsid w:val="00297514"/>
    <w:rsid w:val="002A7740"/>
    <w:rsid w:val="002B6229"/>
    <w:rsid w:val="003039D7"/>
    <w:rsid w:val="00314B31"/>
    <w:rsid w:val="003377C3"/>
    <w:rsid w:val="00340B78"/>
    <w:rsid w:val="0035214F"/>
    <w:rsid w:val="00356E37"/>
    <w:rsid w:val="00360670"/>
    <w:rsid w:val="00384D0A"/>
    <w:rsid w:val="00387D60"/>
    <w:rsid w:val="00402EAE"/>
    <w:rsid w:val="00417D80"/>
    <w:rsid w:val="00423A0A"/>
    <w:rsid w:val="004348CD"/>
    <w:rsid w:val="0044558A"/>
    <w:rsid w:val="004A1C06"/>
    <w:rsid w:val="004D0F77"/>
    <w:rsid w:val="004D671D"/>
    <w:rsid w:val="00503E78"/>
    <w:rsid w:val="00567F3D"/>
    <w:rsid w:val="005D0521"/>
    <w:rsid w:val="005F0D35"/>
    <w:rsid w:val="00646F3F"/>
    <w:rsid w:val="006D77FC"/>
    <w:rsid w:val="006E53B4"/>
    <w:rsid w:val="00705C8C"/>
    <w:rsid w:val="00723B6A"/>
    <w:rsid w:val="007348B5"/>
    <w:rsid w:val="00763354"/>
    <w:rsid w:val="00765409"/>
    <w:rsid w:val="00771955"/>
    <w:rsid w:val="00781BD4"/>
    <w:rsid w:val="00791C3A"/>
    <w:rsid w:val="00797BAB"/>
    <w:rsid w:val="007D406E"/>
    <w:rsid w:val="007D42EF"/>
    <w:rsid w:val="00806FCA"/>
    <w:rsid w:val="00822678"/>
    <w:rsid w:val="00830C52"/>
    <w:rsid w:val="0084498A"/>
    <w:rsid w:val="00874014"/>
    <w:rsid w:val="008879E1"/>
    <w:rsid w:val="008B1ACB"/>
    <w:rsid w:val="008B5BC8"/>
    <w:rsid w:val="008B6968"/>
    <w:rsid w:val="008C634A"/>
    <w:rsid w:val="008F344A"/>
    <w:rsid w:val="00901861"/>
    <w:rsid w:val="009018E9"/>
    <w:rsid w:val="009058B4"/>
    <w:rsid w:val="009073E3"/>
    <w:rsid w:val="009226D2"/>
    <w:rsid w:val="00924B8A"/>
    <w:rsid w:val="0099116D"/>
    <w:rsid w:val="009943D8"/>
    <w:rsid w:val="009A025D"/>
    <w:rsid w:val="009B28C9"/>
    <w:rsid w:val="009C019E"/>
    <w:rsid w:val="009C0401"/>
    <w:rsid w:val="009C6F55"/>
    <w:rsid w:val="009D3609"/>
    <w:rsid w:val="009D48BC"/>
    <w:rsid w:val="009E6F80"/>
    <w:rsid w:val="00A0494E"/>
    <w:rsid w:val="00A2275F"/>
    <w:rsid w:val="00A32F0C"/>
    <w:rsid w:val="00A55530"/>
    <w:rsid w:val="00AA240D"/>
    <w:rsid w:val="00AC2B29"/>
    <w:rsid w:val="00AC5F64"/>
    <w:rsid w:val="00AC65C9"/>
    <w:rsid w:val="00AF31BB"/>
    <w:rsid w:val="00AF7C3C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DD9"/>
    <w:rsid w:val="00C758AD"/>
    <w:rsid w:val="00C87634"/>
    <w:rsid w:val="00CD1AAC"/>
    <w:rsid w:val="00D1191A"/>
    <w:rsid w:val="00D20846"/>
    <w:rsid w:val="00D223E7"/>
    <w:rsid w:val="00D450A3"/>
    <w:rsid w:val="00D56296"/>
    <w:rsid w:val="00D60BE4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21C6A"/>
    <w:rsid w:val="00E548DF"/>
    <w:rsid w:val="00ED6F5C"/>
    <w:rsid w:val="00EE04A7"/>
    <w:rsid w:val="00EE47B9"/>
    <w:rsid w:val="00EF6588"/>
    <w:rsid w:val="00F079D9"/>
    <w:rsid w:val="00F2216F"/>
    <w:rsid w:val="00F275F5"/>
    <w:rsid w:val="00F365E0"/>
    <w:rsid w:val="00F7419B"/>
    <w:rsid w:val="00FD161B"/>
    <w:rsid w:val="00FE6AD4"/>
    <w:rsid w:val="00FF0425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705C8C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705C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pngimg.com/png/20828-poseidon-gaming-keyboard-mechanical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www.pngall.com/microphone-pn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pixabay.com/fr/la-souris-souris-d-ordinateur-158217/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://www.pngall.com/audio-speakers-pn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freesvg.org/photorealistic-scanner-and-printer-machine-vector-drawing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pngimg.es/download/101959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2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4</cp:revision>
  <dcterms:created xsi:type="dcterms:W3CDTF">2022-02-18T10:17:00Z</dcterms:created>
  <dcterms:modified xsi:type="dcterms:W3CDTF">2022-05-20T12:34:00Z</dcterms:modified>
</cp:coreProperties>
</file>